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086201" w14:textId="5D9C4A6F" w:rsidR="00A756D0" w:rsidRDefault="001C01C8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C202C2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A634D3">
        <w:rPr>
          <w:rFonts w:asciiTheme="majorHAnsi" w:eastAsia="Times New Roman" w:hAnsiTheme="majorHAnsi" w:cs="Times New Roman"/>
          <w:lang w:eastAsia="cs-CZ"/>
        </w:rPr>
        <w:t>4 Výzv</w:t>
      </w:r>
      <w:bookmarkStart w:id="0" w:name="_GoBack"/>
      <w:bookmarkEnd w:id="0"/>
      <w:r w:rsidR="00A756D0" w:rsidRPr="00C202C2">
        <w:rPr>
          <w:rFonts w:asciiTheme="majorHAnsi" w:eastAsia="Times New Roman" w:hAnsiTheme="majorHAnsi" w:cs="Times New Roman"/>
          <w:lang w:eastAsia="cs-CZ"/>
        </w:rPr>
        <w:t>y</w:t>
      </w:r>
    </w:p>
    <w:p w14:paraId="0DA4BEC5" w14:textId="77777777" w:rsidR="000E63D6" w:rsidRPr="000E63D6" w:rsidRDefault="000E63D6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0E63D6"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58EFDE58" w14:textId="77777777" w:rsidR="00336BEC" w:rsidRPr="009A1CA4" w:rsidRDefault="00336BEC" w:rsidP="000E63D6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" w:name="_Toc517353605"/>
      <w:bookmarkStart w:id="2" w:name="_Toc518140497"/>
    </w:p>
    <w:tbl>
      <w:tblPr>
        <w:tblStyle w:val="Mkatabulky4"/>
        <w:tblW w:w="978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238"/>
        <w:gridCol w:w="1456"/>
        <w:gridCol w:w="2127"/>
        <w:gridCol w:w="1473"/>
        <w:gridCol w:w="1645"/>
        <w:gridCol w:w="1843"/>
      </w:tblGrid>
      <w:tr w:rsidR="00BC52A6" w:rsidRPr="009A1CA4" w14:paraId="2847912A" w14:textId="77777777" w:rsidTr="00BC52A6">
        <w:trPr>
          <w:trHeight w:val="1337"/>
        </w:trPr>
        <w:tc>
          <w:tcPr>
            <w:tcW w:w="1238" w:type="dxa"/>
            <w:shd w:val="clear" w:color="auto" w:fill="BFBFBF"/>
          </w:tcPr>
          <w:p w14:paraId="0531C192" w14:textId="2611EF46" w:rsidR="004A369A" w:rsidRPr="009A1CA4" w:rsidRDefault="004A369A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Specifikace Subskripce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– Kód</w:t>
            </w:r>
            <w:r w:rsidRPr="006A7863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produktu</w:t>
            </w:r>
          </w:p>
          <w:p w14:paraId="60DBAB38" w14:textId="77777777" w:rsidR="004A369A" w:rsidRPr="009A1CA4" w:rsidRDefault="004A369A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56" w:type="dxa"/>
            <w:shd w:val="clear" w:color="auto" w:fill="BFBFBF"/>
          </w:tcPr>
          <w:p w14:paraId="07796412" w14:textId="6C7D5E0B" w:rsidR="004A369A" w:rsidRPr="009A1CA4" w:rsidRDefault="004A369A" w:rsidP="004A369A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Rok</w:t>
            </w:r>
            <w:r w:rsidR="003D77C9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</w:t>
            </w:r>
            <w:r w:rsidR="00BC52A6">
              <w:rPr>
                <w:rFonts w:asciiTheme="majorHAnsi" w:hAnsiTheme="majorHAnsi" w:cs="Arial"/>
                <w:b/>
                <w:bCs/>
                <w:iCs/>
                <w:sz w:val="14"/>
                <w:szCs w:val="14"/>
              </w:rPr>
              <w:t>(v rámci trvání smluv. v</w:t>
            </w:r>
            <w:r w:rsidR="003D77C9" w:rsidRPr="003D77C9">
              <w:rPr>
                <w:rFonts w:asciiTheme="majorHAnsi" w:hAnsiTheme="majorHAnsi" w:cs="Arial"/>
                <w:b/>
                <w:bCs/>
                <w:iCs/>
                <w:sz w:val="14"/>
                <w:szCs w:val="14"/>
              </w:rPr>
              <w:t>ztahu)</w:t>
            </w:r>
            <w:r w:rsidR="003D77C9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, v němž bude subskripce poskytnuta</w:t>
            </w:r>
          </w:p>
          <w:p w14:paraId="1C5C0D8C" w14:textId="77777777" w:rsidR="004A369A" w:rsidRPr="009A1CA4" w:rsidRDefault="004A369A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</w:p>
        </w:tc>
        <w:tc>
          <w:tcPr>
            <w:tcW w:w="2127" w:type="dxa"/>
            <w:shd w:val="clear" w:color="auto" w:fill="BFBFBF"/>
          </w:tcPr>
          <w:p w14:paraId="16CFEDC8" w14:textId="174DBD18" w:rsidR="004A369A" w:rsidRPr="006A7863" w:rsidRDefault="004A369A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Specifikace Subskripce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–</w:t>
            </w:r>
            <w:r w:rsidRPr="006A7863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Popis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</w:t>
            </w:r>
            <w:r w:rsidRPr="006A7863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produktu</w:t>
            </w:r>
          </w:p>
        </w:tc>
        <w:tc>
          <w:tcPr>
            <w:tcW w:w="1473" w:type="dxa"/>
            <w:shd w:val="clear" w:color="auto" w:fill="BFBFBF"/>
          </w:tcPr>
          <w:p w14:paraId="6644717C" w14:textId="07F9D794" w:rsidR="004A369A" w:rsidRPr="009A1CA4" w:rsidRDefault="004A369A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jedné Subskripce</w:t>
            </w:r>
          </w:p>
          <w:p w14:paraId="6AC2A2B2" w14:textId="19BC9B91" w:rsidR="004A369A" w:rsidRPr="009A1CA4" w:rsidRDefault="004A369A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  <w:tc>
          <w:tcPr>
            <w:tcW w:w="1645" w:type="dxa"/>
            <w:shd w:val="clear" w:color="auto" w:fill="BFBFBF"/>
          </w:tcPr>
          <w:p w14:paraId="47E88225" w14:textId="1A5FE6D1" w:rsidR="004A369A" w:rsidRPr="009A1CA4" w:rsidRDefault="00C242D8" w:rsidP="00C242D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Počet Subskripcí</w:t>
            </w:r>
          </w:p>
        </w:tc>
        <w:tc>
          <w:tcPr>
            <w:tcW w:w="1843" w:type="dxa"/>
            <w:shd w:val="clear" w:color="auto" w:fill="BFBFBF"/>
          </w:tcPr>
          <w:p w14:paraId="3DD5AC78" w14:textId="77777777" w:rsidR="004A369A" w:rsidRPr="009A1CA4" w:rsidRDefault="004A369A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za počet Subskripcí</w:t>
            </w:r>
          </w:p>
          <w:p w14:paraId="49464811" w14:textId="77777777" w:rsidR="004A369A" w:rsidRPr="009A1CA4" w:rsidRDefault="004A369A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</w:tr>
      <w:tr w:rsidR="00BC52A6" w:rsidRPr="004A369A" w14:paraId="33346E81" w14:textId="77777777" w:rsidTr="00BC52A6">
        <w:tc>
          <w:tcPr>
            <w:tcW w:w="1238" w:type="dxa"/>
          </w:tcPr>
          <w:p w14:paraId="5C98BBB1" w14:textId="5456CED6" w:rsidR="004A369A" w:rsidRPr="004A369A" w:rsidRDefault="004A369A" w:rsidP="006A7863">
            <w:pPr>
              <w:spacing w:before="120" w:after="120"/>
              <w:outlineLvl w:val="1"/>
              <w:rPr>
                <w:rFonts w:asciiTheme="minorHAnsi" w:hAnsiTheme="minorHAnsi" w:cs="Arial"/>
                <w:bCs/>
                <w:i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E0LW4LL</w:t>
            </w:r>
          </w:p>
        </w:tc>
        <w:tc>
          <w:tcPr>
            <w:tcW w:w="1456" w:type="dxa"/>
          </w:tcPr>
          <w:p w14:paraId="67C06998" w14:textId="457ADBC5" w:rsidR="004A369A" w:rsidRPr="004A369A" w:rsidRDefault="004A369A" w:rsidP="006A7863">
            <w:pPr>
              <w:outlineLvl w:val="1"/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1.</w:t>
            </w:r>
          </w:p>
        </w:tc>
        <w:tc>
          <w:tcPr>
            <w:tcW w:w="2127" w:type="dxa"/>
          </w:tcPr>
          <w:p w14:paraId="11878AA9" w14:textId="128086CF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IBM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Spectrum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Protect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Suite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Terabyte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(1-100)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Annual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SW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Subscription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&amp; Support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Renewal</w:t>
            </w:r>
            <w:proofErr w:type="spellEnd"/>
            <w:r w:rsidRPr="004A369A">
              <w:rPr>
                <w:rFonts w:asciiTheme="minorHAnsi" w:hAnsiTheme="minorHAnsi" w:cs="Tahoma"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(11mth S&amp;S)</w:t>
            </w:r>
          </w:p>
        </w:tc>
        <w:tc>
          <w:tcPr>
            <w:tcW w:w="1473" w:type="dxa"/>
          </w:tcPr>
          <w:p w14:paraId="6A65616C" w14:textId="41E1E128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4E574A32" w14:textId="77777777" w:rsidR="004A369A" w:rsidRPr="004A369A" w:rsidRDefault="004A369A" w:rsidP="006A7863">
            <w:pPr>
              <w:spacing w:before="120" w:after="120"/>
              <w:outlineLvl w:val="1"/>
              <w:rPr>
                <w:rFonts w:asciiTheme="minorHAnsi" w:hAnsiTheme="min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645" w:type="dxa"/>
          </w:tcPr>
          <w:p w14:paraId="05C63177" w14:textId="07505334" w:rsidR="004A369A" w:rsidRPr="004A369A" w:rsidRDefault="004A369A" w:rsidP="006A7863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4A369A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100</w:t>
            </w:r>
          </w:p>
        </w:tc>
        <w:tc>
          <w:tcPr>
            <w:tcW w:w="1843" w:type="dxa"/>
          </w:tcPr>
          <w:p w14:paraId="1F6458C8" w14:textId="77777777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67AEAD1F" w14:textId="77777777" w:rsidR="004A369A" w:rsidRPr="004A369A" w:rsidRDefault="004A369A" w:rsidP="006A7863">
            <w:pPr>
              <w:spacing w:before="120" w:after="120"/>
              <w:outlineLvl w:val="1"/>
              <w:rPr>
                <w:rFonts w:asciiTheme="minorHAnsi" w:hAnsiTheme="minorHAnsi" w:cs="Arial"/>
                <w:bCs/>
                <w:iCs/>
                <w:sz w:val="18"/>
                <w:szCs w:val="18"/>
              </w:rPr>
            </w:pPr>
          </w:p>
        </w:tc>
      </w:tr>
      <w:tr w:rsidR="00BC52A6" w:rsidRPr="004A369A" w14:paraId="16BA658D" w14:textId="77777777" w:rsidTr="00BC52A6">
        <w:tc>
          <w:tcPr>
            <w:tcW w:w="1238" w:type="dxa"/>
          </w:tcPr>
          <w:p w14:paraId="7D802872" w14:textId="494DD74A" w:rsidR="004A369A" w:rsidRPr="004A369A" w:rsidRDefault="004A369A" w:rsidP="006A7863">
            <w:pPr>
              <w:spacing w:before="120" w:after="120"/>
              <w:outlineLvl w:val="1"/>
              <w:rPr>
                <w:rFonts w:asciiTheme="minorHAnsi" w:hAnsiTheme="minorHAnsi" w:cs="Arial"/>
                <w:bCs/>
                <w:i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E0LW5LL</w:t>
            </w:r>
          </w:p>
        </w:tc>
        <w:tc>
          <w:tcPr>
            <w:tcW w:w="1456" w:type="dxa"/>
          </w:tcPr>
          <w:p w14:paraId="20800572" w14:textId="6B552B37" w:rsidR="004A369A" w:rsidRPr="004A369A" w:rsidRDefault="004A369A" w:rsidP="006A7863">
            <w:pPr>
              <w:outlineLvl w:val="1"/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1.</w:t>
            </w:r>
          </w:p>
        </w:tc>
        <w:tc>
          <w:tcPr>
            <w:tcW w:w="2127" w:type="dxa"/>
          </w:tcPr>
          <w:p w14:paraId="661BD119" w14:textId="5B9FE779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IBM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Spectrum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Protect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Suite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Terabyte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(101-250)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Annual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SW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Subscription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&amp; Support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Renewal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A369A">
              <w:rPr>
                <w:rFonts w:asciiTheme="minorHAnsi" w:hAnsiTheme="minorHAnsi" w:cs="Tahoma"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(11mth S&amp;S)</w:t>
            </w:r>
          </w:p>
        </w:tc>
        <w:tc>
          <w:tcPr>
            <w:tcW w:w="1473" w:type="dxa"/>
          </w:tcPr>
          <w:p w14:paraId="389C9899" w14:textId="17DF21AE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6A96F0BC" w14:textId="77777777" w:rsidR="004A369A" w:rsidRPr="004A369A" w:rsidRDefault="004A369A" w:rsidP="006A7863">
            <w:pPr>
              <w:spacing w:before="120" w:after="120"/>
              <w:outlineLvl w:val="1"/>
              <w:rPr>
                <w:rFonts w:asciiTheme="minorHAnsi" w:hAnsiTheme="min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645" w:type="dxa"/>
          </w:tcPr>
          <w:p w14:paraId="3B9E3D41" w14:textId="06691497" w:rsidR="004A369A" w:rsidRPr="004A369A" w:rsidRDefault="004A369A" w:rsidP="006A7863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4A369A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25</w:t>
            </w:r>
          </w:p>
        </w:tc>
        <w:tc>
          <w:tcPr>
            <w:tcW w:w="1843" w:type="dxa"/>
          </w:tcPr>
          <w:p w14:paraId="40A0C21A" w14:textId="77777777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724330F7" w14:textId="77777777" w:rsidR="004A369A" w:rsidRPr="004A369A" w:rsidRDefault="004A369A" w:rsidP="006A7863">
            <w:pPr>
              <w:spacing w:before="120" w:after="120"/>
              <w:outlineLvl w:val="1"/>
              <w:rPr>
                <w:rFonts w:asciiTheme="minorHAnsi" w:hAnsiTheme="minorHAnsi" w:cs="Arial"/>
                <w:bCs/>
                <w:iCs/>
                <w:sz w:val="18"/>
                <w:szCs w:val="18"/>
              </w:rPr>
            </w:pPr>
          </w:p>
        </w:tc>
      </w:tr>
      <w:tr w:rsidR="00BC52A6" w:rsidRPr="004A369A" w14:paraId="2ED57FEE" w14:textId="77777777" w:rsidTr="00BC52A6">
        <w:tc>
          <w:tcPr>
            <w:tcW w:w="1238" w:type="dxa"/>
          </w:tcPr>
          <w:p w14:paraId="07D68268" w14:textId="3D7DC89F" w:rsidR="004A369A" w:rsidRPr="004A369A" w:rsidRDefault="004A369A" w:rsidP="006A7863">
            <w:pPr>
              <w:spacing w:before="120" w:after="120"/>
              <w:outlineLvl w:val="1"/>
              <w:rPr>
                <w:rFonts w:asciiTheme="minorHAnsi" w:hAnsiTheme="minorHAnsi" w:cs="Arial"/>
                <w:bCs/>
                <w:i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E0LUXLL</w:t>
            </w:r>
          </w:p>
        </w:tc>
        <w:tc>
          <w:tcPr>
            <w:tcW w:w="1456" w:type="dxa"/>
          </w:tcPr>
          <w:p w14:paraId="24588C54" w14:textId="53B4505F" w:rsidR="004A369A" w:rsidRPr="004A369A" w:rsidRDefault="004A369A" w:rsidP="006A7863">
            <w:pPr>
              <w:outlineLvl w:val="1"/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2.</w:t>
            </w:r>
          </w:p>
        </w:tc>
        <w:tc>
          <w:tcPr>
            <w:tcW w:w="2127" w:type="dxa"/>
          </w:tcPr>
          <w:p w14:paraId="0CA62C7E" w14:textId="6A5D9CE2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IBM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Spectrum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Protect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Suite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- Front End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Terabyte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(101-250)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Annual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SW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Subscription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&amp; Support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Renewal</w:t>
            </w:r>
            <w:proofErr w:type="spellEnd"/>
          </w:p>
        </w:tc>
        <w:tc>
          <w:tcPr>
            <w:tcW w:w="1473" w:type="dxa"/>
          </w:tcPr>
          <w:p w14:paraId="4B557B64" w14:textId="54319176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296B7A3B" w14:textId="77777777" w:rsidR="004A369A" w:rsidRPr="004A369A" w:rsidRDefault="004A369A" w:rsidP="006A7863">
            <w:pPr>
              <w:spacing w:before="120" w:after="120"/>
              <w:outlineLvl w:val="1"/>
              <w:rPr>
                <w:rFonts w:asciiTheme="minorHAnsi" w:hAnsiTheme="min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645" w:type="dxa"/>
          </w:tcPr>
          <w:p w14:paraId="1B3CE72D" w14:textId="23541BF8" w:rsidR="004A369A" w:rsidRPr="004A369A" w:rsidRDefault="004A369A" w:rsidP="006A7863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4A369A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100</w:t>
            </w:r>
          </w:p>
        </w:tc>
        <w:tc>
          <w:tcPr>
            <w:tcW w:w="1843" w:type="dxa"/>
          </w:tcPr>
          <w:p w14:paraId="0A7D769A" w14:textId="77777777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0A3BAFD7" w14:textId="77777777" w:rsidR="004A369A" w:rsidRPr="004A369A" w:rsidRDefault="004A369A" w:rsidP="006A7863">
            <w:pPr>
              <w:spacing w:before="120" w:after="120"/>
              <w:outlineLvl w:val="1"/>
              <w:rPr>
                <w:rFonts w:asciiTheme="minorHAnsi" w:hAnsiTheme="minorHAnsi" w:cs="Arial"/>
                <w:bCs/>
                <w:iCs/>
                <w:sz w:val="18"/>
                <w:szCs w:val="18"/>
              </w:rPr>
            </w:pPr>
          </w:p>
        </w:tc>
      </w:tr>
      <w:tr w:rsidR="00BC52A6" w:rsidRPr="004A369A" w14:paraId="021DB353" w14:textId="77777777" w:rsidTr="00BC52A6">
        <w:tc>
          <w:tcPr>
            <w:tcW w:w="1238" w:type="dxa"/>
          </w:tcPr>
          <w:p w14:paraId="4F99A979" w14:textId="5375CBF5" w:rsidR="004A369A" w:rsidRPr="004A369A" w:rsidRDefault="004A369A" w:rsidP="006A7863">
            <w:pPr>
              <w:spacing w:before="120" w:after="120"/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E0LUYLL</w:t>
            </w:r>
          </w:p>
        </w:tc>
        <w:tc>
          <w:tcPr>
            <w:tcW w:w="1456" w:type="dxa"/>
          </w:tcPr>
          <w:p w14:paraId="1513E52B" w14:textId="0125B8E1" w:rsidR="004A369A" w:rsidRPr="004A369A" w:rsidRDefault="004A369A" w:rsidP="006A7863">
            <w:pPr>
              <w:outlineLvl w:val="1"/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2.</w:t>
            </w:r>
          </w:p>
        </w:tc>
        <w:tc>
          <w:tcPr>
            <w:tcW w:w="2127" w:type="dxa"/>
          </w:tcPr>
          <w:p w14:paraId="19317870" w14:textId="740C4083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IBM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Spectrum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Protect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Suite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- Front End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Terabyte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(251-500)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Annual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SW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Subscription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&amp; Support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Renewal</w:t>
            </w:r>
            <w:proofErr w:type="spellEnd"/>
          </w:p>
        </w:tc>
        <w:tc>
          <w:tcPr>
            <w:tcW w:w="1473" w:type="dxa"/>
          </w:tcPr>
          <w:p w14:paraId="550762E5" w14:textId="5E05A255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769C02A" w14:textId="77777777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  <w:tc>
          <w:tcPr>
            <w:tcW w:w="1645" w:type="dxa"/>
          </w:tcPr>
          <w:p w14:paraId="4EFDBDFC" w14:textId="5E6D7E8B" w:rsidR="004A369A" w:rsidRPr="004A369A" w:rsidRDefault="004A369A" w:rsidP="006A7863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4A369A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25</w:t>
            </w:r>
          </w:p>
        </w:tc>
        <w:tc>
          <w:tcPr>
            <w:tcW w:w="1843" w:type="dxa"/>
          </w:tcPr>
          <w:p w14:paraId="776E4542" w14:textId="77777777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5C63F793" w14:textId="77777777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</w:tr>
      <w:tr w:rsidR="00BC52A6" w:rsidRPr="004A369A" w14:paraId="5B209E05" w14:textId="77777777" w:rsidTr="00BC52A6">
        <w:tc>
          <w:tcPr>
            <w:tcW w:w="1238" w:type="dxa"/>
            <w:tcBorders>
              <w:bottom w:val="single" w:sz="4" w:space="0" w:color="auto"/>
            </w:tcBorders>
          </w:tcPr>
          <w:p w14:paraId="4875205D" w14:textId="1CF2AE8E" w:rsidR="004A369A" w:rsidRPr="004A369A" w:rsidRDefault="004A369A" w:rsidP="006A7863">
            <w:pPr>
              <w:spacing w:before="120" w:after="120"/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E0LUXLL</w:t>
            </w: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14:paraId="5FF95157" w14:textId="66CAC0D5" w:rsidR="004A369A" w:rsidRPr="004A369A" w:rsidRDefault="004A369A" w:rsidP="006A7863">
            <w:pPr>
              <w:outlineLvl w:val="1"/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D7A8015" w14:textId="4723D8E9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IBM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Spectrum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Protect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Suite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- Front </w:t>
            </w:r>
            <w:proofErr w:type="gram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End 3.Terabyte</w:t>
            </w:r>
            <w:proofErr w:type="gram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(101-250)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Annual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SW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Subscription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&amp; Support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Renewal</w:t>
            </w:r>
            <w:proofErr w:type="spellEnd"/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14:paraId="674A8DE6" w14:textId="77777777" w:rsidR="00432AA7" w:rsidRPr="004A369A" w:rsidRDefault="00432AA7" w:rsidP="00432AA7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506765E1" w14:textId="19E62733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14:paraId="29BC4E45" w14:textId="1CEA09F1" w:rsidR="004A369A" w:rsidRPr="004A369A" w:rsidRDefault="004A369A" w:rsidP="006A7863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4A369A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100</w:t>
            </w:r>
          </w:p>
        </w:tc>
        <w:tc>
          <w:tcPr>
            <w:tcW w:w="1843" w:type="dxa"/>
          </w:tcPr>
          <w:p w14:paraId="7C0C608D" w14:textId="77777777" w:rsidR="00432AA7" w:rsidRPr="004A369A" w:rsidRDefault="00432AA7" w:rsidP="00432AA7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38136543" w14:textId="77777777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</w:tr>
      <w:tr w:rsidR="00BC52A6" w:rsidRPr="004A369A" w14:paraId="550598F4" w14:textId="77777777" w:rsidTr="00BC52A6">
        <w:tc>
          <w:tcPr>
            <w:tcW w:w="1238" w:type="dxa"/>
            <w:tcBorders>
              <w:bottom w:val="single" w:sz="4" w:space="0" w:color="auto"/>
            </w:tcBorders>
          </w:tcPr>
          <w:p w14:paraId="12687F93" w14:textId="797AA92E" w:rsidR="004A369A" w:rsidRPr="004A369A" w:rsidRDefault="004A369A" w:rsidP="006A7863">
            <w:pPr>
              <w:spacing w:before="120" w:after="120"/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E0LUYLL</w:t>
            </w: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14:paraId="268E2E09" w14:textId="29753B1C" w:rsidR="004A369A" w:rsidRPr="004A369A" w:rsidRDefault="004A369A" w:rsidP="006A7863">
            <w:pPr>
              <w:outlineLvl w:val="1"/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4DF2D855" w14:textId="7AB255B0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IBM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Spectrum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Protect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Suite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- Front End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Terabyte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(251-500)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Annual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SW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lastRenderedPageBreak/>
              <w:t>Subscription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&amp; Support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Renewal</w:t>
            </w:r>
            <w:proofErr w:type="spellEnd"/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14:paraId="3C8B5E25" w14:textId="77777777" w:rsidR="00432AA7" w:rsidRPr="004A369A" w:rsidRDefault="00432AA7" w:rsidP="00432AA7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lastRenderedPageBreak/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78621BFA" w14:textId="77777777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14:paraId="66D8439F" w14:textId="709740CC" w:rsidR="004A369A" w:rsidRPr="004A369A" w:rsidRDefault="004A369A" w:rsidP="006A7863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4A369A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25</w:t>
            </w:r>
          </w:p>
        </w:tc>
        <w:tc>
          <w:tcPr>
            <w:tcW w:w="1843" w:type="dxa"/>
          </w:tcPr>
          <w:p w14:paraId="1182D705" w14:textId="77777777" w:rsidR="00432AA7" w:rsidRPr="004A369A" w:rsidRDefault="00432AA7" w:rsidP="00432AA7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1A72A11" w14:textId="77777777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</w:tr>
      <w:tr w:rsidR="00BC52A6" w:rsidRPr="004A369A" w14:paraId="19A4D260" w14:textId="77777777" w:rsidTr="00BC52A6">
        <w:tc>
          <w:tcPr>
            <w:tcW w:w="1238" w:type="dxa"/>
            <w:tcBorders>
              <w:bottom w:val="single" w:sz="4" w:space="0" w:color="auto"/>
            </w:tcBorders>
          </w:tcPr>
          <w:p w14:paraId="68B29168" w14:textId="3E168CCC" w:rsidR="004A369A" w:rsidRPr="004A369A" w:rsidRDefault="004A369A" w:rsidP="006A7863">
            <w:pPr>
              <w:spacing w:before="120" w:after="120"/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D1INKLL</w:t>
            </w: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14:paraId="1755CC06" w14:textId="6E0FC1E9" w:rsidR="004A369A" w:rsidRPr="004A369A" w:rsidRDefault="004A369A" w:rsidP="006A7863">
            <w:pPr>
              <w:outlineLvl w:val="1"/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5811FD8" w14:textId="3788D4BB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IBM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Spectrum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Protect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Suite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- Front End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Terabyte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(101-250)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License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+ SW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Subscription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&amp; Support 12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Months</w:t>
            </w:r>
            <w:proofErr w:type="spellEnd"/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14:paraId="059A49FB" w14:textId="77777777" w:rsidR="00432AA7" w:rsidRPr="004A369A" w:rsidRDefault="00432AA7" w:rsidP="00432AA7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65AF6BDF" w14:textId="77777777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14:paraId="15CA3204" w14:textId="39611E64" w:rsidR="004A369A" w:rsidRPr="004A369A" w:rsidRDefault="004A369A" w:rsidP="006A7863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4A369A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23</w:t>
            </w:r>
          </w:p>
        </w:tc>
        <w:tc>
          <w:tcPr>
            <w:tcW w:w="1843" w:type="dxa"/>
          </w:tcPr>
          <w:p w14:paraId="123B582E" w14:textId="77777777" w:rsidR="00432AA7" w:rsidRPr="004A369A" w:rsidRDefault="00432AA7" w:rsidP="00432AA7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08ED7B6E" w14:textId="77777777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</w:tr>
      <w:tr w:rsidR="00BC52A6" w:rsidRPr="004A369A" w14:paraId="78115234" w14:textId="77777777" w:rsidTr="00BC52A6">
        <w:tc>
          <w:tcPr>
            <w:tcW w:w="1238" w:type="dxa"/>
            <w:tcBorders>
              <w:bottom w:val="single" w:sz="4" w:space="0" w:color="auto"/>
            </w:tcBorders>
          </w:tcPr>
          <w:p w14:paraId="6327752E" w14:textId="1AC90C57" w:rsidR="004A369A" w:rsidRPr="004A369A" w:rsidRDefault="004A369A" w:rsidP="004A369A">
            <w:pPr>
              <w:spacing w:before="120" w:after="120"/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D1INMLL</w:t>
            </w: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14:paraId="52F671FE" w14:textId="14119140" w:rsidR="004A369A" w:rsidRPr="004A369A" w:rsidRDefault="004A369A" w:rsidP="004A369A">
            <w:pPr>
              <w:outlineLvl w:val="1"/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7BC74A69" w14:textId="5180BD99" w:rsidR="004A369A" w:rsidRPr="004A369A" w:rsidRDefault="004A369A" w:rsidP="004A369A">
            <w:pPr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IBM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Spectrum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Protect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Suite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- Front End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Terabyte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(251-500)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License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+ SW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Subscription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&amp; Support 12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Months</w:t>
            </w:r>
            <w:proofErr w:type="spellEnd"/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14:paraId="51379961" w14:textId="77777777" w:rsidR="00432AA7" w:rsidRPr="004A369A" w:rsidRDefault="00432AA7" w:rsidP="00432AA7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277EA325" w14:textId="77777777" w:rsidR="004A369A" w:rsidRPr="004A369A" w:rsidRDefault="004A369A" w:rsidP="004A369A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14:paraId="404585CD" w14:textId="5C7DCCE1" w:rsidR="004A369A" w:rsidRPr="004A369A" w:rsidRDefault="004A369A" w:rsidP="004A369A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4A369A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10</w:t>
            </w:r>
          </w:p>
        </w:tc>
        <w:tc>
          <w:tcPr>
            <w:tcW w:w="1843" w:type="dxa"/>
          </w:tcPr>
          <w:p w14:paraId="13E3355C" w14:textId="77777777" w:rsidR="00432AA7" w:rsidRPr="004A369A" w:rsidRDefault="00432AA7" w:rsidP="00432AA7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462AEEA0" w14:textId="77777777" w:rsidR="004A369A" w:rsidRPr="004A369A" w:rsidRDefault="004A369A" w:rsidP="004A369A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</w:tr>
      <w:tr w:rsidR="00BC52A6" w:rsidRPr="004A369A" w14:paraId="4CCAD9F3" w14:textId="77777777" w:rsidTr="00BC52A6">
        <w:tc>
          <w:tcPr>
            <w:tcW w:w="1238" w:type="dxa"/>
            <w:tcBorders>
              <w:bottom w:val="single" w:sz="4" w:space="0" w:color="auto"/>
            </w:tcBorders>
          </w:tcPr>
          <w:p w14:paraId="15D9825C" w14:textId="62984ED5" w:rsidR="004A369A" w:rsidRPr="004A369A" w:rsidRDefault="004A369A" w:rsidP="004A369A">
            <w:pPr>
              <w:spacing w:before="120" w:after="120"/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E0LUXLL</w:t>
            </w: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14:paraId="72AD3D5F" w14:textId="341EAC6A" w:rsidR="004A369A" w:rsidRPr="004A369A" w:rsidRDefault="004A369A" w:rsidP="004A369A">
            <w:pPr>
              <w:outlineLvl w:val="1"/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46AC535" w14:textId="53800E31" w:rsidR="004A369A" w:rsidRPr="004A369A" w:rsidRDefault="004A369A" w:rsidP="004A369A">
            <w:pPr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IBM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Spectrum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Protect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Suite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- Front End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Terabyte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(101-250)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Annual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SW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Subscription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&amp; Support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Renewal</w:t>
            </w:r>
            <w:proofErr w:type="spellEnd"/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14:paraId="54BBFEB1" w14:textId="77777777" w:rsidR="00432AA7" w:rsidRPr="004A369A" w:rsidRDefault="00432AA7" w:rsidP="00432AA7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F1C6E87" w14:textId="77777777" w:rsidR="004A369A" w:rsidRPr="004A369A" w:rsidRDefault="004A369A" w:rsidP="004A369A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14:paraId="20C8F694" w14:textId="30BCD857" w:rsidR="004A369A" w:rsidRPr="004A369A" w:rsidRDefault="004A369A" w:rsidP="004A369A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4A369A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23</w:t>
            </w:r>
          </w:p>
        </w:tc>
        <w:tc>
          <w:tcPr>
            <w:tcW w:w="1843" w:type="dxa"/>
          </w:tcPr>
          <w:p w14:paraId="15061533" w14:textId="77777777" w:rsidR="00432AA7" w:rsidRPr="004A369A" w:rsidRDefault="00432AA7" w:rsidP="00432AA7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58A854D2" w14:textId="77777777" w:rsidR="004A369A" w:rsidRPr="004A369A" w:rsidRDefault="004A369A" w:rsidP="004A369A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</w:tr>
      <w:tr w:rsidR="00BC52A6" w:rsidRPr="004A369A" w14:paraId="09E9C917" w14:textId="77777777" w:rsidTr="00BC52A6">
        <w:tc>
          <w:tcPr>
            <w:tcW w:w="1238" w:type="dxa"/>
            <w:tcBorders>
              <w:bottom w:val="single" w:sz="4" w:space="0" w:color="auto"/>
            </w:tcBorders>
          </w:tcPr>
          <w:p w14:paraId="1D181B11" w14:textId="70460DB2" w:rsidR="004A369A" w:rsidRPr="004A369A" w:rsidRDefault="004A369A" w:rsidP="004A369A">
            <w:pPr>
              <w:spacing w:before="120" w:after="120"/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E0LUYLL</w:t>
            </w: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14:paraId="717335B1" w14:textId="2CD88C6E" w:rsidR="004A369A" w:rsidRPr="004A369A" w:rsidRDefault="004A369A" w:rsidP="004A369A">
            <w:pPr>
              <w:outlineLvl w:val="1"/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40D32235" w14:textId="7B1861F7" w:rsidR="004A369A" w:rsidRPr="004A369A" w:rsidRDefault="004A369A" w:rsidP="004A369A">
            <w:pPr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IBM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Spectrum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Protect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Suite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- Front End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Terabyte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(251-500)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Annual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SW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Subscription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&amp; Support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Renewal</w:t>
            </w:r>
            <w:proofErr w:type="spellEnd"/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14:paraId="6ADC4958" w14:textId="77777777" w:rsidR="00432AA7" w:rsidRPr="004A369A" w:rsidRDefault="00432AA7" w:rsidP="00432AA7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7ED42C95" w14:textId="77777777" w:rsidR="004A369A" w:rsidRPr="004A369A" w:rsidRDefault="004A369A" w:rsidP="004A369A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14:paraId="2CBF4E76" w14:textId="22EF3659" w:rsidR="004A369A" w:rsidRPr="004A369A" w:rsidRDefault="004A369A" w:rsidP="004A369A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4A369A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10</w:t>
            </w:r>
          </w:p>
        </w:tc>
        <w:tc>
          <w:tcPr>
            <w:tcW w:w="1843" w:type="dxa"/>
          </w:tcPr>
          <w:p w14:paraId="2B1160EC" w14:textId="77777777" w:rsidR="00432AA7" w:rsidRPr="004A369A" w:rsidRDefault="00432AA7" w:rsidP="00432AA7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4231C1EF" w14:textId="77777777" w:rsidR="004A369A" w:rsidRPr="004A369A" w:rsidRDefault="004A369A" w:rsidP="004A369A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</w:tr>
      <w:tr w:rsidR="00BC52A6" w:rsidRPr="004A369A" w14:paraId="6BC3AA99" w14:textId="77777777" w:rsidTr="00BC52A6">
        <w:tc>
          <w:tcPr>
            <w:tcW w:w="1238" w:type="dxa"/>
            <w:tcBorders>
              <w:bottom w:val="single" w:sz="4" w:space="0" w:color="auto"/>
            </w:tcBorders>
          </w:tcPr>
          <w:p w14:paraId="68D433F8" w14:textId="24D1746C" w:rsidR="004A369A" w:rsidRPr="004A369A" w:rsidRDefault="004A369A" w:rsidP="004A369A">
            <w:pPr>
              <w:spacing w:before="120" w:after="120"/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E0LUXLL</w:t>
            </w: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14:paraId="0054CFE0" w14:textId="094653A5" w:rsidR="004A369A" w:rsidRPr="004A369A" w:rsidRDefault="004A369A" w:rsidP="004A369A">
            <w:pPr>
              <w:outlineLvl w:val="1"/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FDAAF46" w14:textId="6BDFB5F8" w:rsidR="004A369A" w:rsidRPr="004A369A" w:rsidRDefault="004A369A" w:rsidP="004A369A">
            <w:pPr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IBM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Spectrum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Protect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Suite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- Front End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Terabyte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(101-250)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Annual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SW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Subscription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&amp; Support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Renewal</w:t>
            </w:r>
            <w:proofErr w:type="spellEnd"/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14:paraId="49D05EE4" w14:textId="77777777" w:rsidR="00432AA7" w:rsidRPr="004A369A" w:rsidRDefault="00432AA7" w:rsidP="00432AA7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7382E5C5" w14:textId="77777777" w:rsidR="004A369A" w:rsidRPr="004A369A" w:rsidRDefault="004A369A" w:rsidP="004A369A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14:paraId="7FB5B27F" w14:textId="27F85232" w:rsidR="004A369A" w:rsidRPr="004A369A" w:rsidRDefault="004A369A" w:rsidP="004A369A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4A369A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23</w:t>
            </w:r>
          </w:p>
        </w:tc>
        <w:tc>
          <w:tcPr>
            <w:tcW w:w="1843" w:type="dxa"/>
          </w:tcPr>
          <w:p w14:paraId="3392222A" w14:textId="77777777" w:rsidR="00432AA7" w:rsidRPr="004A369A" w:rsidRDefault="00432AA7" w:rsidP="00432AA7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788D9CC2" w14:textId="77777777" w:rsidR="004A369A" w:rsidRPr="004A369A" w:rsidRDefault="004A369A" w:rsidP="004A369A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</w:tr>
      <w:tr w:rsidR="00BC52A6" w:rsidRPr="004A369A" w14:paraId="6A91F81E" w14:textId="77777777" w:rsidTr="00BC52A6">
        <w:tc>
          <w:tcPr>
            <w:tcW w:w="1238" w:type="dxa"/>
            <w:tcBorders>
              <w:bottom w:val="single" w:sz="4" w:space="0" w:color="auto"/>
            </w:tcBorders>
          </w:tcPr>
          <w:p w14:paraId="4C748D9E" w14:textId="5E9DB0A9" w:rsidR="004A369A" w:rsidRPr="004A369A" w:rsidRDefault="004A369A" w:rsidP="004A369A">
            <w:pPr>
              <w:spacing w:before="120" w:after="120"/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E0LUYLL</w:t>
            </w: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14:paraId="2B43E370" w14:textId="564F7F9D" w:rsidR="004A369A" w:rsidRPr="004A369A" w:rsidRDefault="004A369A" w:rsidP="004A369A">
            <w:pPr>
              <w:outlineLvl w:val="1"/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E69BEBE" w14:textId="50B783B0" w:rsidR="004A369A" w:rsidRPr="004A369A" w:rsidRDefault="004A369A" w:rsidP="004A369A">
            <w:pPr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IBM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Spectrum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Protect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Suite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- Front End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Terabyte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(251-500)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Annual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SW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Subscription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&amp; Support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Renewal</w:t>
            </w:r>
            <w:proofErr w:type="spellEnd"/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14:paraId="360C5B6D" w14:textId="77777777" w:rsidR="00432AA7" w:rsidRPr="004A369A" w:rsidRDefault="00432AA7" w:rsidP="00432AA7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29C7386C" w14:textId="77777777" w:rsidR="004A369A" w:rsidRPr="004A369A" w:rsidRDefault="004A369A" w:rsidP="004A369A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14:paraId="5ACC3FF4" w14:textId="5A933714" w:rsidR="004A369A" w:rsidRPr="004A369A" w:rsidRDefault="004A369A" w:rsidP="004A369A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4A369A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10</w:t>
            </w:r>
          </w:p>
        </w:tc>
        <w:tc>
          <w:tcPr>
            <w:tcW w:w="1843" w:type="dxa"/>
          </w:tcPr>
          <w:p w14:paraId="7D910B5A" w14:textId="77777777" w:rsidR="00432AA7" w:rsidRPr="004A369A" w:rsidRDefault="00432AA7" w:rsidP="00432AA7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68BE60BC" w14:textId="664B646D" w:rsidR="004A369A" w:rsidRPr="004A369A" w:rsidRDefault="004A369A" w:rsidP="004A369A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</w:tr>
      <w:tr w:rsidR="00BC52A6" w:rsidRPr="009A1CA4" w14:paraId="1A806F4B" w14:textId="77777777" w:rsidTr="00BC52A6">
        <w:tc>
          <w:tcPr>
            <w:tcW w:w="7939" w:type="dxa"/>
            <w:gridSpan w:val="5"/>
            <w:shd w:val="clear" w:color="auto" w:fill="D9D9D9"/>
          </w:tcPr>
          <w:p w14:paraId="0D5B0820" w14:textId="66790226" w:rsidR="00432AA7" w:rsidRPr="004A369A" w:rsidRDefault="00432AA7" w:rsidP="004A369A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subskripce v Kč bez DPH</w:t>
            </w:r>
          </w:p>
        </w:tc>
        <w:tc>
          <w:tcPr>
            <w:tcW w:w="1843" w:type="dxa"/>
          </w:tcPr>
          <w:p w14:paraId="78537316" w14:textId="77777777" w:rsidR="00432AA7" w:rsidRPr="009A1CA4" w:rsidRDefault="00432AA7" w:rsidP="004A369A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3CD6E0F2" w14:textId="77777777" w:rsidR="00432AA7" w:rsidRPr="009A1CA4" w:rsidRDefault="00432AA7" w:rsidP="004A369A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[Tj. součet hodnot v tomto sloupci]</w:t>
            </w:r>
          </w:p>
        </w:tc>
      </w:tr>
      <w:tr w:rsidR="00BC52A6" w:rsidRPr="009A1CA4" w14:paraId="7279013C" w14:textId="77777777" w:rsidTr="00BC52A6">
        <w:tc>
          <w:tcPr>
            <w:tcW w:w="7939" w:type="dxa"/>
            <w:gridSpan w:val="5"/>
            <w:shd w:val="clear" w:color="auto" w:fill="D9D9D9"/>
          </w:tcPr>
          <w:p w14:paraId="4C3A5FBF" w14:textId="7BAA34FB" w:rsidR="00432AA7" w:rsidRPr="001C01C8" w:rsidRDefault="00432AA7" w:rsidP="004A369A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1C01C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Výše DPH</w:t>
            </w:r>
          </w:p>
        </w:tc>
        <w:tc>
          <w:tcPr>
            <w:tcW w:w="1843" w:type="dxa"/>
          </w:tcPr>
          <w:p w14:paraId="7677F182" w14:textId="77777777" w:rsidR="00432AA7" w:rsidRPr="001C01C8" w:rsidRDefault="00432AA7" w:rsidP="004A369A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tr w:rsidR="00BC52A6" w:rsidRPr="009A1CA4" w14:paraId="6D758C0B" w14:textId="77777777" w:rsidTr="00BC52A6">
        <w:tc>
          <w:tcPr>
            <w:tcW w:w="7939" w:type="dxa"/>
            <w:gridSpan w:val="5"/>
            <w:shd w:val="clear" w:color="auto" w:fill="D9D9D9"/>
          </w:tcPr>
          <w:p w14:paraId="27314220" w14:textId="73190FB5" w:rsidR="00432AA7" w:rsidRPr="004A369A" w:rsidRDefault="00432AA7" w:rsidP="00432AA7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subskripce v Kč včetně DPH</w:t>
            </w:r>
          </w:p>
        </w:tc>
        <w:tc>
          <w:tcPr>
            <w:tcW w:w="1843" w:type="dxa"/>
          </w:tcPr>
          <w:p w14:paraId="27C28BAF" w14:textId="77777777" w:rsidR="00432AA7" w:rsidRPr="001C01C8" w:rsidRDefault="00432AA7" w:rsidP="004A369A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</w:tbl>
    <w:p w14:paraId="518A692C" w14:textId="77777777"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  <w:bookmarkStart w:id="3" w:name="_Toc519257342"/>
      <w:bookmarkStart w:id="4" w:name="_Toc516591379"/>
      <w:bookmarkStart w:id="5" w:name="_Toc516604606"/>
      <w:bookmarkStart w:id="6" w:name="_Toc516647772"/>
      <w:bookmarkStart w:id="7" w:name="_Toc516670386"/>
      <w:bookmarkEnd w:id="1"/>
      <w:bookmarkEnd w:id="2"/>
      <w:bookmarkEnd w:id="3"/>
      <w:bookmarkEnd w:id="4"/>
      <w:bookmarkEnd w:id="5"/>
      <w:bookmarkEnd w:id="6"/>
      <w:bookmarkEnd w:id="7"/>
    </w:p>
    <w:p w14:paraId="721E724A" w14:textId="0595DB54" w:rsidR="009F392E" w:rsidRPr="00F0533E" w:rsidRDefault="009F392E" w:rsidP="00ED6621">
      <w:pPr>
        <w:keepNext/>
        <w:spacing w:before="240" w:after="0" w:line="240" w:lineRule="auto"/>
        <w:outlineLvl w:val="0"/>
      </w:pPr>
    </w:p>
    <w:sectPr w:rsidR="009F392E" w:rsidRPr="00F0533E" w:rsidSect="00BC52A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849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3F7A7E" w14:textId="77777777" w:rsidR="001C63A2" w:rsidRDefault="001C63A2" w:rsidP="00962258">
      <w:pPr>
        <w:spacing w:after="0" w:line="240" w:lineRule="auto"/>
      </w:pPr>
      <w:r>
        <w:separator/>
      </w:r>
    </w:p>
  </w:endnote>
  <w:endnote w:type="continuationSeparator" w:id="0">
    <w:p w14:paraId="22EA8600" w14:textId="77777777" w:rsidR="001C63A2" w:rsidRDefault="001C63A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35A37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F7CD049" w14:textId="29110A0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634D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634D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4F67B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49F61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F720BA5" w14:textId="77777777" w:rsidR="00F1715C" w:rsidRDefault="00F1715C" w:rsidP="00D831A3">
          <w:pPr>
            <w:pStyle w:val="Zpat"/>
          </w:pPr>
        </w:p>
      </w:tc>
    </w:tr>
  </w:tbl>
  <w:p w14:paraId="75CDD7A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41FE9B2" wp14:editId="7755132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<w:pict>
            <v:line w14:anchorId="43540DC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5CC8F92" wp14:editId="63AC83C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<w:pict>
            <v:line w14:anchorId="216EE36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A5DD3B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149206" w14:textId="083C810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634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634D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32E6B7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BC9E21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AF407A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ED6E72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56E1683" w14:textId="77777777" w:rsidR="00F1715C" w:rsidRDefault="00FA3E1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B626F8A" w14:textId="77777777" w:rsidR="00F1715C" w:rsidRDefault="00F1715C" w:rsidP="00460660">
          <w:pPr>
            <w:pStyle w:val="Zpat"/>
          </w:pPr>
        </w:p>
      </w:tc>
    </w:tr>
  </w:tbl>
  <w:p w14:paraId="7C8F80A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F4F571D" wp14:editId="31CDDCE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<w:pict>
            <v:line w14:anchorId="75E3AFF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19FB2C7" wp14:editId="269A4C9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<w:pict>
            <v:line w14:anchorId="3D4E1AE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848300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28E27" w14:textId="77777777" w:rsidR="001C63A2" w:rsidRDefault="001C63A2" w:rsidP="00962258">
      <w:pPr>
        <w:spacing w:after="0" w:line="240" w:lineRule="auto"/>
      </w:pPr>
      <w:r>
        <w:separator/>
      </w:r>
    </w:p>
  </w:footnote>
  <w:footnote w:type="continuationSeparator" w:id="0">
    <w:p w14:paraId="47CC6EEB" w14:textId="77777777" w:rsidR="001C63A2" w:rsidRDefault="001C63A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83EEF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B335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B17EF0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3A9C1D" w14:textId="77777777" w:rsidR="00F1715C" w:rsidRPr="00D6163D" w:rsidRDefault="00F1715C" w:rsidP="00D6163D">
          <w:pPr>
            <w:pStyle w:val="Druhdokumentu"/>
          </w:pPr>
        </w:p>
      </w:tc>
    </w:tr>
  </w:tbl>
  <w:p w14:paraId="47721DF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F7D05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1C40AA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D9977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E9562B1" w14:textId="77777777" w:rsidR="00F1715C" w:rsidRPr="00D6163D" w:rsidRDefault="00F1715C" w:rsidP="00FC6389">
          <w:pPr>
            <w:pStyle w:val="Druhdokumentu"/>
          </w:pPr>
        </w:p>
      </w:tc>
    </w:tr>
    <w:tr w:rsidR="009F392E" w14:paraId="77569230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50010E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E95B8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0C66D29" w14:textId="77777777" w:rsidR="009F392E" w:rsidRPr="00D6163D" w:rsidRDefault="009F392E" w:rsidP="00FC6389">
          <w:pPr>
            <w:pStyle w:val="Druhdokumentu"/>
          </w:pPr>
        </w:p>
      </w:tc>
    </w:tr>
  </w:tbl>
  <w:p w14:paraId="4F33228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C47EB17" wp14:editId="1E12B8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7C0DF9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42398"/>
    <w:rsid w:val="00072C1E"/>
    <w:rsid w:val="000E23A7"/>
    <w:rsid w:val="000E4423"/>
    <w:rsid w:val="000E44B6"/>
    <w:rsid w:val="000E63D6"/>
    <w:rsid w:val="0010693F"/>
    <w:rsid w:val="00114472"/>
    <w:rsid w:val="001550BC"/>
    <w:rsid w:val="001605B9"/>
    <w:rsid w:val="00170EC5"/>
    <w:rsid w:val="001747C1"/>
    <w:rsid w:val="00184743"/>
    <w:rsid w:val="001C01C8"/>
    <w:rsid w:val="001C63A2"/>
    <w:rsid w:val="00207DF5"/>
    <w:rsid w:val="00280E07"/>
    <w:rsid w:val="002C0CA3"/>
    <w:rsid w:val="002C31BF"/>
    <w:rsid w:val="002C3AB3"/>
    <w:rsid w:val="002D08B1"/>
    <w:rsid w:val="002E0CD7"/>
    <w:rsid w:val="00336BEC"/>
    <w:rsid w:val="00341DCF"/>
    <w:rsid w:val="00346133"/>
    <w:rsid w:val="00357BC6"/>
    <w:rsid w:val="003956C6"/>
    <w:rsid w:val="003B71C1"/>
    <w:rsid w:val="003D77C9"/>
    <w:rsid w:val="00432AA7"/>
    <w:rsid w:val="00441430"/>
    <w:rsid w:val="00450F07"/>
    <w:rsid w:val="00453CD3"/>
    <w:rsid w:val="00460660"/>
    <w:rsid w:val="00486107"/>
    <w:rsid w:val="00491827"/>
    <w:rsid w:val="004A369A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A7863"/>
    <w:rsid w:val="006B3D79"/>
    <w:rsid w:val="006D7AFE"/>
    <w:rsid w:val="006E0578"/>
    <w:rsid w:val="006E314D"/>
    <w:rsid w:val="00710723"/>
    <w:rsid w:val="00716B0F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67CE0"/>
    <w:rsid w:val="00886D4B"/>
    <w:rsid w:val="00895406"/>
    <w:rsid w:val="008A3568"/>
    <w:rsid w:val="008D03B9"/>
    <w:rsid w:val="008F18D6"/>
    <w:rsid w:val="00904780"/>
    <w:rsid w:val="009205B1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7B7F"/>
    <w:rsid w:val="00A6177B"/>
    <w:rsid w:val="00A634D3"/>
    <w:rsid w:val="00A66136"/>
    <w:rsid w:val="00A74839"/>
    <w:rsid w:val="00A756D0"/>
    <w:rsid w:val="00AA4CBB"/>
    <w:rsid w:val="00AA65FA"/>
    <w:rsid w:val="00AA7351"/>
    <w:rsid w:val="00AD056F"/>
    <w:rsid w:val="00AD6731"/>
    <w:rsid w:val="00B15D0D"/>
    <w:rsid w:val="00B71D36"/>
    <w:rsid w:val="00B75EE1"/>
    <w:rsid w:val="00B77481"/>
    <w:rsid w:val="00B8518B"/>
    <w:rsid w:val="00BC52A6"/>
    <w:rsid w:val="00BD7E91"/>
    <w:rsid w:val="00BE56AE"/>
    <w:rsid w:val="00C02D0A"/>
    <w:rsid w:val="00C03A6E"/>
    <w:rsid w:val="00C202C2"/>
    <w:rsid w:val="00C242D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E7044"/>
    <w:rsid w:val="00DF116D"/>
    <w:rsid w:val="00E36C4A"/>
    <w:rsid w:val="00E615DF"/>
    <w:rsid w:val="00EB104F"/>
    <w:rsid w:val="00ED14BD"/>
    <w:rsid w:val="00ED6621"/>
    <w:rsid w:val="00EF3BFB"/>
    <w:rsid w:val="00EF6356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25BD"/>
    <w:rsid w:val="00F86BA6"/>
    <w:rsid w:val="00FA3E1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08BF74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69A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D77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D77C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D77C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77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77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5873AE-1777-4968-B17B-A393BB46FA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198BF9D-1425-4ECA-B008-667662F26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352</Words>
  <Characters>2079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Burdová Nikola, Mgr. Bc.</cp:lastModifiedBy>
  <cp:revision>5</cp:revision>
  <cp:lastPrinted>2017-11-28T17:18:00Z</cp:lastPrinted>
  <dcterms:created xsi:type="dcterms:W3CDTF">2023-08-02T10:13:00Z</dcterms:created>
  <dcterms:modified xsi:type="dcterms:W3CDTF">2023-09-13T13:09:00Z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